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 w14:paraId="17876408" w14:textId="77777777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14:paraId="384F87D8" w14:textId="77777777"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p w14:paraId="5E1B2C9A" w14:textId="77777777" w:rsidR="00F105BA" w:rsidRDefault="0045004C" w:rsidP="0045004C">
            <w:pPr>
              <w:pStyle w:val="NoSpacing"/>
              <w:rPr>
                <w:rStyle w:val="SubtleEmphasis"/>
              </w:rPr>
            </w:pPr>
            <w:r>
              <w:rPr>
                <w:rStyle w:val="SubtleEmphasis"/>
              </w:rPr>
              <w:t>Definitely the right guys</w:t>
            </w:r>
          </w:p>
        </w:tc>
        <w:tc>
          <w:tcPr>
            <w:tcW w:w="4675" w:type="dxa"/>
          </w:tcPr>
          <w:p w14:paraId="538B068E" w14:textId="77777777" w:rsidR="00F105BA" w:rsidRDefault="003A3C31">
            <w:pPr>
              <w:pStyle w:val="Heading1"/>
            </w:pPr>
            <w:r>
              <w:t>invoice</w:t>
            </w:r>
          </w:p>
        </w:tc>
      </w:tr>
      <w:tr w:rsidR="00F105BA" w14:paraId="60D78A60" w14:textId="77777777">
        <w:trPr>
          <w:trHeight w:val="1349"/>
        </w:trPr>
        <w:tc>
          <w:tcPr>
            <w:tcW w:w="6115" w:type="dxa"/>
          </w:tcPr>
          <w:p w14:paraId="401556B5" w14:textId="77777777" w:rsidR="00F105BA" w:rsidRDefault="0045004C">
            <w:pPr>
              <w:pStyle w:val="NoSpacing"/>
            </w:pPr>
            <w:r>
              <w:t>147 Smith Street</w:t>
            </w:r>
          </w:p>
          <w:p w14:paraId="0DAC2264" w14:textId="77777777" w:rsidR="00F105BA" w:rsidRDefault="0045004C">
            <w:pPr>
              <w:pStyle w:val="NoSpacing"/>
            </w:pPr>
            <w:r>
              <w:t>Smithville NSW 2043</w:t>
            </w:r>
          </w:p>
          <w:p w14:paraId="1FB0187E" w14:textId="77777777" w:rsidR="00F105BA" w:rsidRDefault="003A3C31">
            <w:pPr>
              <w:pStyle w:val="NoSpacing"/>
            </w:pPr>
            <w:r>
              <w:t xml:space="preserve">Phone </w:t>
            </w:r>
            <w:r w:rsidR="0045004C">
              <w:t>02 9488 8888</w:t>
            </w:r>
          </w:p>
          <w:p w14:paraId="41A85C29" w14:textId="77777777" w:rsidR="0045004C" w:rsidRDefault="0045004C" w:rsidP="0045004C">
            <w:pPr>
              <w:pStyle w:val="NoSpacing"/>
            </w:pPr>
            <w:r>
              <w:t xml:space="preserve">Email </w:t>
            </w:r>
            <w:hyperlink r:id="rId7" w:history="1">
              <w:r w:rsidRPr="006D251C">
                <w:rPr>
                  <w:rStyle w:val="Hyperlink"/>
                </w:rPr>
                <w:t>thosesoftwareguys@gmail.com</w:t>
              </w:r>
            </w:hyperlink>
            <w:r>
              <w:t xml:space="preserve"> </w:t>
            </w:r>
          </w:p>
          <w:p w14:paraId="72E4682F" w14:textId="77777777" w:rsidR="00F105BA" w:rsidRDefault="0045004C" w:rsidP="0045004C">
            <w:pPr>
              <w:pStyle w:val="NoSpacing"/>
            </w:pPr>
            <w:r>
              <w:t xml:space="preserve">Website </w:t>
            </w:r>
            <w:r w:rsidRPr="0045004C">
              <w:t>https://f4itbus23.wikispaces.com/home</w:t>
            </w:r>
          </w:p>
        </w:tc>
        <w:tc>
          <w:tcPr>
            <w:tcW w:w="4675" w:type="dxa"/>
          </w:tcPr>
          <w:p w14:paraId="3F7DC45E" w14:textId="6BF26F7D" w:rsidR="00F105BA" w:rsidRDefault="003A3C31">
            <w:pPr>
              <w:pStyle w:val="Rightalign"/>
            </w:pPr>
            <w:r>
              <w:rPr>
                <w:rStyle w:val="Heading3Char"/>
              </w:rPr>
              <w:t>INVOICE #</w:t>
            </w:r>
            <w:r>
              <w:t xml:space="preserve"> </w:t>
            </w:r>
            <w:r w:rsidR="00532627">
              <w:t>007</w:t>
            </w:r>
          </w:p>
          <w:p w14:paraId="56E31633" w14:textId="094E4FC0" w:rsidR="00F105BA" w:rsidRDefault="003A3C31" w:rsidP="00FC36CA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date w:fullDate="2014-05-02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32627">
                  <w:t>May 2, 2014</w:t>
                </w:r>
              </w:sdtContent>
            </w:sdt>
          </w:p>
        </w:tc>
      </w:tr>
      <w:tr w:rsidR="00F105BA" w14:paraId="27463B7A" w14:textId="77777777">
        <w:trPr>
          <w:trHeight w:val="1871"/>
        </w:trPr>
        <w:tc>
          <w:tcPr>
            <w:tcW w:w="6115" w:type="dxa"/>
          </w:tcPr>
          <w:p w14:paraId="47E47BA3" w14:textId="1B56108A" w:rsidR="00F105BA" w:rsidRDefault="003A3C31">
            <w:pPr>
              <w:pStyle w:val="Heading3"/>
            </w:pPr>
            <w:r>
              <w:t>TO</w:t>
            </w:r>
          </w:p>
          <w:p w14:paraId="7EBFB37F" w14:textId="77777777" w:rsidR="00F105BA" w:rsidRDefault="00020C61" w:rsidP="00FC36CA">
            <w:pPr>
              <w:pStyle w:val="NoSpacing"/>
            </w:pPr>
            <w:r>
              <w:t>SecurIT</w:t>
            </w:r>
          </w:p>
          <w:p w14:paraId="22E8EA50" w14:textId="3D7C9BD5" w:rsidR="00020C61" w:rsidRDefault="00020C61" w:rsidP="00FC36CA">
            <w:pPr>
              <w:pStyle w:val="NoSpacing"/>
            </w:pPr>
            <w:r w:rsidRPr="00020C61">
              <w:t>SECURITGROUP21@GMA</w:t>
            </w:r>
            <w:bookmarkStart w:id="0" w:name="_GoBack"/>
            <w:bookmarkEnd w:id="0"/>
            <w:r w:rsidRPr="00020C61">
              <w:t>IL.COM</w:t>
            </w:r>
          </w:p>
        </w:tc>
        <w:tc>
          <w:tcPr>
            <w:tcW w:w="4675" w:type="dxa"/>
          </w:tcPr>
          <w:p w14:paraId="5C71B3BC" w14:textId="143E4F98"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r w:rsidR="00020C61">
              <w:t>Maintenance + Updates</w:t>
            </w:r>
          </w:p>
          <w:p w14:paraId="110927BD" w14:textId="77777777" w:rsidR="00F105BA" w:rsidRDefault="00F105BA" w:rsidP="00C06D04">
            <w:pPr>
              <w:pStyle w:val="Rightalign"/>
            </w:pPr>
          </w:p>
        </w:tc>
      </w:tr>
    </w:tbl>
    <w:p w14:paraId="4C648B8A" w14:textId="77777777" w:rsidR="00F105BA" w:rsidRDefault="00F105BA">
      <w:pPr>
        <w:pStyle w:val="NoSpacing"/>
      </w:pPr>
    </w:p>
    <w:tbl>
      <w:tblPr>
        <w:tblStyle w:val="GridTable1Light-Accent11"/>
        <w:tblW w:w="0" w:type="auto"/>
        <w:tblLook w:val="04E0" w:firstRow="1" w:lastRow="1" w:firstColumn="1" w:lastColumn="0" w:noHBand="0" w:noVBand="1"/>
      </w:tblPr>
      <w:tblGrid>
        <w:gridCol w:w="8545"/>
        <w:gridCol w:w="2245"/>
      </w:tblGrid>
      <w:tr w:rsidR="00F105BA" w14:paraId="7EFB9A31" w14:textId="77777777" w:rsidTr="00F10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84A0D44" w14:textId="77777777"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245" w:type="dxa"/>
          </w:tcPr>
          <w:p w14:paraId="5BEBC544" w14:textId="77777777"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  <w:r w:rsidR="001C0A8E">
              <w:rPr>
                <w:color w:val="2E74B5" w:themeColor="accent1" w:themeShade="BF"/>
              </w:rPr>
              <w:t xml:space="preserve"> ($)</w:t>
            </w:r>
          </w:p>
        </w:tc>
      </w:tr>
      <w:tr w:rsidR="00F105BA" w14:paraId="5ECF39A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5573780" w14:textId="6D4AD79D" w:rsidR="00F105BA" w:rsidRDefault="00020C61" w:rsidP="00020C61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Maintenance + Updates </w:t>
            </w:r>
          </w:p>
        </w:tc>
        <w:tc>
          <w:tcPr>
            <w:tcW w:w="2245" w:type="dxa"/>
          </w:tcPr>
          <w:p w14:paraId="4DF8D9FA" w14:textId="5B6B6A1A" w:rsidR="00F105BA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</w:p>
        </w:tc>
      </w:tr>
      <w:tr w:rsidR="00F105BA" w14:paraId="6C87A60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EE41389" w14:textId="20A7508C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1ECE5460" w14:textId="66C4A2D2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81E2EB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AF9AC3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74FB6A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92301DE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F3998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5455582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F6816B6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7F0B829A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779E4FCB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528A1EE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73BF040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17CA09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3DE2FE4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2D91DB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3E5527A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BF1C2D4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DE026F3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7B433268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78312D1D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4CC33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08DBED7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2DD81060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19CB7A9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43E874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39A152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4F8F017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D1F8B8D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5691EC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33EEC5CB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A26D216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A703EE5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A28F53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053D070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4B4C61B1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F2981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65523D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25880E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C4CAFCC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3500FF8C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A8E" w14:paraId="219F0A0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566FCB" w14:textId="77777777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Sub-Total</w:t>
            </w:r>
          </w:p>
        </w:tc>
        <w:tc>
          <w:tcPr>
            <w:tcW w:w="2245" w:type="dxa"/>
          </w:tcPr>
          <w:p w14:paraId="470B8FF8" w14:textId="4BA8E2D8" w:rsidR="001C0A8E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</w:p>
        </w:tc>
      </w:tr>
      <w:tr w:rsidR="001C0A8E" w14:paraId="3333A9F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D50FF84" w14:textId="07832AB9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GST</w:t>
            </w:r>
            <w:r w:rsidR="00020C61">
              <w:rPr>
                <w:b w:val="0"/>
              </w:rPr>
              <w:t xml:space="preserve"> 10%</w:t>
            </w:r>
          </w:p>
        </w:tc>
        <w:tc>
          <w:tcPr>
            <w:tcW w:w="2245" w:type="dxa"/>
          </w:tcPr>
          <w:p w14:paraId="57675BA5" w14:textId="631DC108" w:rsidR="001C0A8E" w:rsidRDefault="00FC36CA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45.46</w:t>
            </w:r>
          </w:p>
        </w:tc>
      </w:tr>
      <w:tr w:rsidR="001C0A8E" w14:paraId="74D1BCF8" w14:textId="77777777" w:rsidTr="00F105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00C97E9" w14:textId="77777777" w:rsidR="001C0A8E" w:rsidRDefault="001C0A8E" w:rsidP="001C0A8E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245" w:type="dxa"/>
          </w:tcPr>
          <w:p w14:paraId="5E2CB968" w14:textId="76FB7A14" w:rsidR="001C0A8E" w:rsidRDefault="00FC36CA" w:rsidP="00020C61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500</w:t>
            </w:r>
          </w:p>
        </w:tc>
      </w:tr>
    </w:tbl>
    <w:p w14:paraId="2D4B6F67" w14:textId="77777777"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rStyle w:val="Heading5Char"/>
          </w:rPr>
        </w:sdtEnd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14:paraId="41FD9F41" w14:textId="77777777" w:rsidR="00F105BA" w:rsidRDefault="003A3C31">
      <w:pPr>
        <w:pStyle w:val="Closing"/>
      </w:pPr>
      <w:r>
        <w:t>Payment is due within 30 days.</w:t>
      </w:r>
    </w:p>
    <w:p w14:paraId="39D35C7A" w14:textId="72B907A0" w:rsidR="00F105BA" w:rsidRPr="00FC36CA" w:rsidRDefault="003A3C31">
      <w:pPr>
        <w:pStyle w:val="Closing"/>
        <w:rPr>
          <w:b/>
        </w:rPr>
      </w:pPr>
      <w:r w:rsidRPr="00FC36CA">
        <w:t xml:space="preserve">If you have any questions concerning this invoice, 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(02)1234 5678</w:t>
      </w:r>
      <w:r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 w:rsidR="00FC36CA" w:rsidRPr="00FC36CA">
        <w:rPr>
          <w:rFonts w:eastAsia="Times New Roman" w:cs="Times New Roman"/>
          <w:b/>
          <w:color w:val="141823"/>
          <w:sz w:val="21"/>
          <w:szCs w:val="21"/>
          <w:shd w:val="clear" w:color="auto" w:fill="FFFFFF"/>
          <w:lang w:val="en-AU" w:eastAsia="en-US"/>
        </w:rPr>
        <w:t xml:space="preserve">thosesoftwareguys@gmail.com </w:t>
      </w:r>
    </w:p>
    <w:p w14:paraId="7C8F8251" w14:textId="77777777"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3FAFD" w14:textId="77777777" w:rsidR="001762A2" w:rsidRDefault="001762A2">
      <w:pPr>
        <w:spacing w:line="240" w:lineRule="auto"/>
      </w:pPr>
      <w:r>
        <w:separator/>
      </w:r>
    </w:p>
  </w:endnote>
  <w:endnote w:type="continuationSeparator" w:id="0">
    <w:p w14:paraId="48CA15B5" w14:textId="77777777" w:rsidR="001762A2" w:rsidRDefault="001762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4148B" w14:textId="77777777" w:rsidR="00FC36CA" w:rsidRDefault="00FC36C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 w:rsidR="001762A2">
      <w:fldChar w:fldCharType="begin"/>
    </w:r>
    <w:r w:rsidR="001762A2">
      <w:instrText xml:space="preserve"> NUMPAGES  \* Arabic  \* MERGEFORMAT </w:instrText>
    </w:r>
    <w:r w:rsidR="001762A2">
      <w:fldChar w:fldCharType="separate"/>
    </w:r>
    <w:r>
      <w:rPr>
        <w:noProof/>
      </w:rPr>
      <w:t>2</w:t>
    </w:r>
    <w:r w:rsidR="001762A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9B9D5" w14:textId="77777777" w:rsidR="001762A2" w:rsidRDefault="001762A2">
      <w:pPr>
        <w:spacing w:line="240" w:lineRule="auto"/>
      </w:pPr>
      <w:r>
        <w:separator/>
      </w:r>
    </w:p>
  </w:footnote>
  <w:footnote w:type="continuationSeparator" w:id="0">
    <w:p w14:paraId="31A108FF" w14:textId="77777777" w:rsidR="001762A2" w:rsidRDefault="001762A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3D"/>
    <w:rsid w:val="00020C61"/>
    <w:rsid w:val="001762A2"/>
    <w:rsid w:val="001C0A8E"/>
    <w:rsid w:val="003A3C31"/>
    <w:rsid w:val="0045004C"/>
    <w:rsid w:val="00532627"/>
    <w:rsid w:val="00777A35"/>
    <w:rsid w:val="009146C0"/>
    <w:rsid w:val="00A4323D"/>
    <w:rsid w:val="00B84074"/>
    <w:rsid w:val="00C06D04"/>
    <w:rsid w:val="00CB371C"/>
    <w:rsid w:val="00F105BA"/>
    <w:rsid w:val="00FA71BA"/>
    <w:rsid w:val="00F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746124"/>
  <w15:docId w15:val="{B62EFC6A-6751-4239-BE61-C085EB840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hosesoftwareguy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56"/>
    <w:rsid w:val="002E71AF"/>
    <w:rsid w:val="00314756"/>
    <w:rsid w:val="006556C8"/>
    <w:rsid w:val="007670A4"/>
    <w:rsid w:val="00AF693F"/>
    <w:rsid w:val="00DC3EE8"/>
    <w:rsid w:val="00F9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Jacky</dc:creator>
  <cp:keywords/>
  <cp:lastModifiedBy>Jacky Yang</cp:lastModifiedBy>
  <cp:revision>2</cp:revision>
  <dcterms:created xsi:type="dcterms:W3CDTF">2014-04-03T08:52:00Z</dcterms:created>
  <dcterms:modified xsi:type="dcterms:W3CDTF">2014-04-03T08:52:00Z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